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DCE2" w14:textId="77777777" w:rsidR="006E5D65" w:rsidRPr="00934AA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34AA5">
        <w:rPr>
          <w:rFonts w:ascii="Corbel" w:hAnsi="Corbel"/>
          <w:b/>
          <w:bCs/>
        </w:rPr>
        <w:t xml:space="preserve">   </w:t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D8678B" w:rsidRPr="00934AA5">
        <w:rPr>
          <w:rFonts w:ascii="Corbel" w:hAnsi="Corbel"/>
          <w:bCs/>
          <w:i/>
        </w:rPr>
        <w:t xml:space="preserve">Załącznik nr </w:t>
      </w:r>
      <w:r w:rsidR="006F31E2" w:rsidRPr="00934AA5">
        <w:rPr>
          <w:rFonts w:ascii="Corbel" w:hAnsi="Corbel"/>
          <w:bCs/>
          <w:i/>
        </w:rPr>
        <w:t>1.5</w:t>
      </w:r>
      <w:r w:rsidR="00D8678B" w:rsidRPr="00934AA5">
        <w:rPr>
          <w:rFonts w:ascii="Corbel" w:hAnsi="Corbel"/>
          <w:bCs/>
          <w:i/>
        </w:rPr>
        <w:t xml:space="preserve"> do Zarządzenia</w:t>
      </w:r>
      <w:r w:rsidR="002A22BF" w:rsidRPr="00934AA5">
        <w:rPr>
          <w:rFonts w:ascii="Corbel" w:hAnsi="Corbel"/>
          <w:bCs/>
          <w:i/>
        </w:rPr>
        <w:t xml:space="preserve"> Rektora UR </w:t>
      </w:r>
      <w:r w:rsidR="00CD6897" w:rsidRPr="00934AA5">
        <w:rPr>
          <w:rFonts w:ascii="Corbel" w:hAnsi="Corbel"/>
          <w:bCs/>
          <w:i/>
        </w:rPr>
        <w:t xml:space="preserve"> nr </w:t>
      </w:r>
      <w:r w:rsidR="00F17567" w:rsidRPr="00934AA5">
        <w:rPr>
          <w:rFonts w:ascii="Corbel" w:hAnsi="Corbel"/>
          <w:bCs/>
          <w:i/>
        </w:rPr>
        <w:t>12/2019</w:t>
      </w:r>
    </w:p>
    <w:p w14:paraId="68B87A5E" w14:textId="77777777" w:rsidR="00F30B0C" w:rsidRDefault="00F30B0C" w:rsidP="00F30B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83B461D" w14:textId="77777777" w:rsidR="00F30B0C" w:rsidRDefault="00F30B0C" w:rsidP="00F30B0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64FD7178" w14:textId="77777777" w:rsidR="00F30B0C" w:rsidRDefault="00F30B0C" w:rsidP="00F30B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9F6E581" w14:textId="77777777" w:rsidR="00F30B0C" w:rsidRDefault="00F30B0C" w:rsidP="00F30B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7FA9DBE5" w14:textId="77777777" w:rsidR="0085747A" w:rsidRPr="00934A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65E8F0" w14:textId="77777777" w:rsidR="0085747A" w:rsidRPr="00934A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AA5">
        <w:rPr>
          <w:rFonts w:ascii="Corbel" w:hAnsi="Corbel"/>
          <w:szCs w:val="24"/>
        </w:rPr>
        <w:t xml:space="preserve">1. </w:t>
      </w:r>
      <w:r w:rsidR="0085747A" w:rsidRPr="00934AA5">
        <w:rPr>
          <w:rFonts w:ascii="Corbel" w:hAnsi="Corbel"/>
          <w:szCs w:val="24"/>
        </w:rPr>
        <w:t xml:space="preserve">Podstawowe </w:t>
      </w:r>
      <w:r w:rsidR="00445970" w:rsidRPr="00934A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4AA5" w14:paraId="7EFAA693" w14:textId="77777777" w:rsidTr="00934AA5">
        <w:tc>
          <w:tcPr>
            <w:tcW w:w="2694" w:type="dxa"/>
            <w:vAlign w:val="center"/>
          </w:tcPr>
          <w:p w14:paraId="0AA605B3" w14:textId="77777777" w:rsidR="0085747A" w:rsidRPr="00934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355495" w14:textId="77777777" w:rsidR="0085747A" w:rsidRPr="00934AA5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color w:val="auto"/>
                <w:sz w:val="24"/>
                <w:szCs w:val="24"/>
              </w:rPr>
              <w:t>Prawo pracy i ubezpieczeń społecznych</w:t>
            </w:r>
          </w:p>
        </w:tc>
      </w:tr>
      <w:tr w:rsidR="0085747A" w:rsidRPr="00934AA5" w14:paraId="063A9672" w14:textId="77777777" w:rsidTr="00934AA5">
        <w:tc>
          <w:tcPr>
            <w:tcW w:w="2694" w:type="dxa"/>
            <w:vAlign w:val="center"/>
          </w:tcPr>
          <w:p w14:paraId="70D55C6C" w14:textId="77777777" w:rsidR="0085747A" w:rsidRPr="00934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47815D" w14:textId="77777777" w:rsidR="0085747A" w:rsidRPr="00934AA5" w:rsidRDefault="00534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2"/>
              </w:rPr>
              <w:t>PRP34</w:t>
            </w:r>
          </w:p>
        </w:tc>
      </w:tr>
      <w:tr w:rsidR="0085747A" w:rsidRPr="00934AA5" w14:paraId="54FBD0ED" w14:textId="77777777" w:rsidTr="00934AA5">
        <w:tc>
          <w:tcPr>
            <w:tcW w:w="2694" w:type="dxa"/>
            <w:vAlign w:val="center"/>
          </w:tcPr>
          <w:p w14:paraId="10AA35BC" w14:textId="77777777" w:rsidR="0085747A" w:rsidRPr="00934AA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34AA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DC281D" w14:textId="77777777" w:rsidR="0085747A" w:rsidRPr="00934AA5" w:rsidRDefault="00981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4AA5" w:rsidRPr="00934AA5" w14:paraId="268D2C82" w14:textId="77777777" w:rsidTr="00934AA5">
        <w:tc>
          <w:tcPr>
            <w:tcW w:w="2694" w:type="dxa"/>
            <w:vAlign w:val="center"/>
          </w:tcPr>
          <w:p w14:paraId="5B8AFF9E" w14:textId="77777777" w:rsidR="00934AA5" w:rsidRPr="00934AA5" w:rsidRDefault="00934AA5" w:rsidP="00934A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7D4356" w14:textId="77777777" w:rsidR="00934AA5" w:rsidRPr="00934AA5" w:rsidRDefault="00934AA5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34AA5" w14:paraId="79629400" w14:textId="77777777" w:rsidTr="00934AA5">
        <w:tc>
          <w:tcPr>
            <w:tcW w:w="2694" w:type="dxa"/>
            <w:vAlign w:val="center"/>
          </w:tcPr>
          <w:p w14:paraId="10F15138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C58A98" w14:textId="77777777"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34AA5" w14:paraId="3FACC34C" w14:textId="77777777" w:rsidTr="00934AA5">
        <w:tc>
          <w:tcPr>
            <w:tcW w:w="2694" w:type="dxa"/>
            <w:vAlign w:val="center"/>
          </w:tcPr>
          <w:p w14:paraId="55D4B956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D70377" w14:textId="77777777"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34AA5" w14:paraId="2E199273" w14:textId="77777777" w:rsidTr="00934AA5">
        <w:tc>
          <w:tcPr>
            <w:tcW w:w="2694" w:type="dxa"/>
            <w:vAlign w:val="center"/>
          </w:tcPr>
          <w:p w14:paraId="61CD16FF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F80D0E" w14:textId="77777777"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34AA5" w14:paraId="39FB3A4A" w14:textId="77777777" w:rsidTr="00934AA5">
        <w:tc>
          <w:tcPr>
            <w:tcW w:w="2694" w:type="dxa"/>
            <w:vAlign w:val="center"/>
          </w:tcPr>
          <w:p w14:paraId="261420BE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8E021" w14:textId="77777777" w:rsidR="004D1A01" w:rsidRPr="00934AA5" w:rsidRDefault="00CD6978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D1A01"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34AA5" w14:paraId="3E972E06" w14:textId="77777777" w:rsidTr="00934AA5">
        <w:tc>
          <w:tcPr>
            <w:tcW w:w="2694" w:type="dxa"/>
            <w:vAlign w:val="center"/>
          </w:tcPr>
          <w:p w14:paraId="75F7FCB9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5A74F3A" w14:textId="77777777"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4D1A01" w:rsidRPr="00934AA5" w14:paraId="6F580E29" w14:textId="77777777" w:rsidTr="00934AA5">
        <w:tc>
          <w:tcPr>
            <w:tcW w:w="2694" w:type="dxa"/>
            <w:vAlign w:val="center"/>
          </w:tcPr>
          <w:p w14:paraId="48CD80BC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D07CFF" w14:textId="77777777"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34AA5" w14:paraId="13C62321" w14:textId="77777777" w:rsidTr="00934AA5">
        <w:tc>
          <w:tcPr>
            <w:tcW w:w="2694" w:type="dxa"/>
            <w:vAlign w:val="center"/>
          </w:tcPr>
          <w:p w14:paraId="20243EB2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85F99F" w14:textId="77777777" w:rsidR="004D1A01" w:rsidRPr="00934AA5" w:rsidRDefault="00CD6978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 w:rsidRPr="00934AA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34AA5" w14:paraId="58186A07" w14:textId="77777777" w:rsidTr="00934AA5">
        <w:tc>
          <w:tcPr>
            <w:tcW w:w="2694" w:type="dxa"/>
            <w:vAlign w:val="center"/>
          </w:tcPr>
          <w:p w14:paraId="333E5EB7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C44F05" w14:textId="77777777"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34AA5" w14:paraId="14233442" w14:textId="77777777" w:rsidTr="00934AA5">
        <w:tc>
          <w:tcPr>
            <w:tcW w:w="2694" w:type="dxa"/>
            <w:vAlign w:val="center"/>
          </w:tcPr>
          <w:p w14:paraId="3BA86815" w14:textId="77777777"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ADC9CA" w14:textId="77777777"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 w:rsidRPr="00934AA5"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934AA5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14:paraId="259894B4" w14:textId="77777777" w:rsidR="0085747A" w:rsidRPr="00934A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* </w:t>
      </w:r>
      <w:r w:rsidRPr="00934AA5">
        <w:rPr>
          <w:rFonts w:ascii="Corbel" w:hAnsi="Corbel"/>
          <w:i/>
          <w:sz w:val="24"/>
          <w:szCs w:val="24"/>
        </w:rPr>
        <w:t>-</w:t>
      </w:r>
      <w:r w:rsidR="00B90885" w:rsidRPr="00934A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4AA5">
        <w:rPr>
          <w:rFonts w:ascii="Corbel" w:hAnsi="Corbel"/>
          <w:b w:val="0"/>
          <w:sz w:val="24"/>
          <w:szCs w:val="24"/>
        </w:rPr>
        <w:t>e,</w:t>
      </w:r>
      <w:r w:rsidRPr="00934AA5">
        <w:rPr>
          <w:rFonts w:ascii="Corbel" w:hAnsi="Corbel"/>
          <w:i/>
          <w:sz w:val="24"/>
          <w:szCs w:val="24"/>
        </w:rPr>
        <w:t xml:space="preserve"> </w:t>
      </w:r>
      <w:r w:rsidRPr="00934A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4AA5">
        <w:rPr>
          <w:rFonts w:ascii="Corbel" w:hAnsi="Corbel"/>
          <w:b w:val="0"/>
          <w:i/>
          <w:sz w:val="24"/>
          <w:szCs w:val="24"/>
        </w:rPr>
        <w:t>w Jednostce</w:t>
      </w:r>
    </w:p>
    <w:p w14:paraId="698D973A" w14:textId="77777777" w:rsidR="00923D7D" w:rsidRPr="00934A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EF841A" w14:textId="77777777" w:rsidR="0085747A" w:rsidRPr="00934A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>1.</w:t>
      </w:r>
      <w:r w:rsidR="00E22FBC" w:rsidRPr="00934AA5">
        <w:rPr>
          <w:rFonts w:ascii="Corbel" w:hAnsi="Corbel"/>
          <w:sz w:val="24"/>
          <w:szCs w:val="24"/>
        </w:rPr>
        <w:t>1</w:t>
      </w:r>
      <w:r w:rsidRPr="00934A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ABD933" w14:textId="77777777" w:rsidR="00923D7D" w:rsidRPr="00934A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4AA5" w14:paraId="122B8F1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47D3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Semestr</w:t>
            </w:r>
          </w:p>
          <w:p w14:paraId="51A862BC" w14:textId="77777777" w:rsidR="00015B8F" w:rsidRPr="00934A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(</w:t>
            </w:r>
            <w:r w:rsidR="00363F78" w:rsidRPr="00934A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B484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Wykł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0D36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A19D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Konw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EB70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F4A3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Sem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FFF5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45AD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Prakt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FD85D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2B71" w14:textId="77777777"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AA5">
              <w:rPr>
                <w:rFonts w:ascii="Corbel" w:hAnsi="Corbel"/>
                <w:b/>
                <w:szCs w:val="24"/>
              </w:rPr>
              <w:t>Liczba pkt</w:t>
            </w:r>
            <w:r w:rsidR="00B90885" w:rsidRPr="00934AA5">
              <w:rPr>
                <w:rFonts w:ascii="Corbel" w:hAnsi="Corbel"/>
                <w:b/>
                <w:szCs w:val="24"/>
              </w:rPr>
              <w:t>.</w:t>
            </w:r>
            <w:r w:rsidRPr="00934A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4AA5" w14:paraId="41018E9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C404" w14:textId="77777777" w:rsidR="00015B8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8772" w14:textId="77777777" w:rsidR="00015B8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10E3" w14:textId="77777777"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7A3A" w14:textId="77777777"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F1E5" w14:textId="77777777"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841A" w14:textId="77777777"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D634" w14:textId="77777777"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4CEE" w14:textId="77777777"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F73D" w14:textId="77777777"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D986" w14:textId="77777777" w:rsidR="00015B8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34AA5" w14:paraId="57D5A84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324A" w14:textId="77777777" w:rsidR="0030395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3A7F" w14:textId="77777777" w:rsidR="0030395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C61F" w14:textId="77777777" w:rsidR="0030395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5EA4" w14:textId="77777777"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8914" w14:textId="77777777"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9365" w14:textId="77777777"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35F9" w14:textId="77777777"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78B4" w14:textId="77777777"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9D22" w14:textId="77777777"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F20E" w14:textId="77777777" w:rsidR="0030395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A47CB0" w14:textId="77777777" w:rsidR="00923D7D" w:rsidRPr="00934AA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5032D2" w14:textId="77777777" w:rsidR="0085747A" w:rsidRPr="00934A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>1.</w:t>
      </w:r>
      <w:r w:rsidR="00E22FBC" w:rsidRPr="00934AA5">
        <w:rPr>
          <w:rFonts w:ascii="Corbel" w:hAnsi="Corbel"/>
          <w:smallCaps w:val="0"/>
          <w:szCs w:val="24"/>
        </w:rPr>
        <w:t>2</w:t>
      </w:r>
      <w:r w:rsidR="00F83B28" w:rsidRPr="00934AA5">
        <w:rPr>
          <w:rFonts w:ascii="Corbel" w:hAnsi="Corbel"/>
          <w:smallCaps w:val="0"/>
          <w:szCs w:val="24"/>
        </w:rPr>
        <w:t>.</w:t>
      </w:r>
      <w:r w:rsidR="00F83B28" w:rsidRPr="00934AA5">
        <w:rPr>
          <w:rFonts w:ascii="Corbel" w:hAnsi="Corbel"/>
          <w:smallCaps w:val="0"/>
          <w:szCs w:val="24"/>
        </w:rPr>
        <w:tab/>
      </w:r>
      <w:r w:rsidRPr="00934AA5">
        <w:rPr>
          <w:rFonts w:ascii="Corbel" w:hAnsi="Corbel"/>
          <w:smallCaps w:val="0"/>
          <w:szCs w:val="24"/>
        </w:rPr>
        <w:t xml:space="preserve">Sposób realizacji zajęć  </w:t>
      </w:r>
    </w:p>
    <w:p w14:paraId="46BA75AF" w14:textId="77777777" w:rsidR="00E71685" w:rsidRPr="00934AA5" w:rsidRDefault="00E7168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A419AC7" w14:textId="77777777" w:rsidR="0085747A" w:rsidRPr="00934AA5" w:rsidRDefault="00E716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AA5">
        <w:rPr>
          <w:rFonts w:ascii="Segoe UI Symbol" w:eastAsia="MS Gothic" w:hAnsi="Segoe UI Symbol" w:cs="Segoe UI Symbol"/>
          <w:b w:val="0"/>
          <w:smallCaps w:val="0"/>
          <w:szCs w:val="24"/>
          <w:shd w:val="clear" w:color="auto" w:fill="FFFFFF" w:themeFill="background1"/>
        </w:rPr>
        <w:t>✓</w:t>
      </w:r>
      <w:r w:rsidR="0085747A" w:rsidRPr="00934AA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1DBCD30" w14:textId="77777777" w:rsidR="0085747A" w:rsidRPr="00934AA5" w:rsidRDefault="00E716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AA5">
        <w:rPr>
          <w:rFonts w:ascii="Segoe UI Symbol" w:eastAsia="MS Gothic" w:hAnsi="Segoe UI Symbol" w:cs="Segoe UI Symbol"/>
          <w:b w:val="0"/>
          <w:smallCaps w:val="0"/>
          <w:szCs w:val="24"/>
        </w:rPr>
        <w:t>✓</w:t>
      </w:r>
      <w:r w:rsidR="0085747A" w:rsidRPr="00934AA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85B7EE2" w14:textId="77777777" w:rsidR="0085747A" w:rsidRPr="00934A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1F72C6" w14:textId="77777777" w:rsidR="00E22FBC" w:rsidRPr="00934A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1.3 </w:t>
      </w:r>
      <w:r w:rsidR="00F83B28" w:rsidRPr="00934AA5">
        <w:rPr>
          <w:rFonts w:ascii="Corbel" w:hAnsi="Corbel"/>
          <w:smallCaps w:val="0"/>
          <w:szCs w:val="24"/>
        </w:rPr>
        <w:tab/>
      </w:r>
      <w:r w:rsidRPr="00934AA5">
        <w:rPr>
          <w:rFonts w:ascii="Corbel" w:hAnsi="Corbel"/>
          <w:smallCaps w:val="0"/>
          <w:szCs w:val="24"/>
        </w:rPr>
        <w:t>For</w:t>
      </w:r>
      <w:r w:rsidR="00445970" w:rsidRPr="00934AA5">
        <w:rPr>
          <w:rFonts w:ascii="Corbel" w:hAnsi="Corbel"/>
          <w:smallCaps w:val="0"/>
          <w:szCs w:val="24"/>
        </w:rPr>
        <w:t xml:space="preserve">ma zaliczenia przedmiotu </w:t>
      </w:r>
      <w:r w:rsidRPr="00934AA5">
        <w:rPr>
          <w:rFonts w:ascii="Corbel" w:hAnsi="Corbel"/>
          <w:smallCaps w:val="0"/>
          <w:szCs w:val="24"/>
        </w:rPr>
        <w:t xml:space="preserve"> (z toku) </w:t>
      </w:r>
      <w:r w:rsidRPr="00934A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830B7E" w14:textId="77777777" w:rsidR="00534156" w:rsidRPr="00934AA5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14:paraId="0C5CBA64" w14:textId="77777777" w:rsidR="00534156" w:rsidRPr="00934AA5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934AA5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14:paraId="5C674B18" w14:textId="77777777" w:rsidR="00534156" w:rsidRPr="00934AA5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14:paraId="01B8BD7A" w14:textId="77777777" w:rsidR="00534156" w:rsidRPr="00934AA5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934AA5">
        <w:rPr>
          <w:rFonts w:ascii="Corbel" w:eastAsia="Cambria" w:hAnsi="Corbel"/>
          <w:bCs/>
          <w:iCs/>
          <w:spacing w:val="-22"/>
          <w:sz w:val="24"/>
          <w:szCs w:val="24"/>
        </w:rPr>
        <w:t>Ćwiczenia – zaliczenie z oceną</w:t>
      </w:r>
    </w:p>
    <w:p w14:paraId="2749980F" w14:textId="77777777" w:rsidR="009C54AE" w:rsidRPr="00934AA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5B4DC5" w14:textId="77777777" w:rsidR="00E960BB" w:rsidRPr="00934AA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C352A3" w14:textId="77777777" w:rsidR="00E960BB" w:rsidRPr="00934A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AA5">
        <w:rPr>
          <w:rFonts w:ascii="Corbel" w:hAnsi="Corbel"/>
          <w:szCs w:val="24"/>
        </w:rPr>
        <w:lastRenderedPageBreak/>
        <w:t xml:space="preserve">2.Wymagania wstępne </w:t>
      </w:r>
    </w:p>
    <w:p w14:paraId="5A460969" w14:textId="77777777" w:rsidR="00934AA5" w:rsidRPr="00934AA5" w:rsidRDefault="00934AA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AA5" w14:paraId="00D31606" w14:textId="77777777" w:rsidTr="00745302">
        <w:tc>
          <w:tcPr>
            <w:tcW w:w="9670" w:type="dxa"/>
          </w:tcPr>
          <w:p w14:paraId="4BE3E4F3" w14:textId="77777777" w:rsidR="0085747A" w:rsidRPr="00934AA5" w:rsidRDefault="005341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934AA5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D008C31" w14:textId="77777777" w:rsidR="00153C41" w:rsidRPr="00934AA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0F0D7D" w14:textId="77777777" w:rsidR="0085747A" w:rsidRPr="00934A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AA5">
        <w:rPr>
          <w:rFonts w:ascii="Corbel" w:hAnsi="Corbel"/>
          <w:szCs w:val="24"/>
        </w:rPr>
        <w:t>3.</w:t>
      </w:r>
      <w:r w:rsidR="0085747A" w:rsidRPr="00934AA5">
        <w:rPr>
          <w:rFonts w:ascii="Corbel" w:hAnsi="Corbel"/>
          <w:szCs w:val="24"/>
        </w:rPr>
        <w:t xml:space="preserve"> </w:t>
      </w:r>
      <w:r w:rsidR="00A84C85" w:rsidRPr="00934AA5">
        <w:rPr>
          <w:rFonts w:ascii="Corbel" w:hAnsi="Corbel"/>
          <w:szCs w:val="24"/>
        </w:rPr>
        <w:t>cele, efekty uczenia się</w:t>
      </w:r>
      <w:r w:rsidR="0085747A" w:rsidRPr="00934AA5">
        <w:rPr>
          <w:rFonts w:ascii="Corbel" w:hAnsi="Corbel"/>
          <w:szCs w:val="24"/>
        </w:rPr>
        <w:t xml:space="preserve"> , treści Programowe i stosowane metody Dydaktyczne</w:t>
      </w:r>
    </w:p>
    <w:p w14:paraId="318569F9" w14:textId="77777777" w:rsidR="0085747A" w:rsidRPr="00934A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3F4F12" w14:textId="77777777" w:rsidR="0085747A" w:rsidRPr="00934A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3.1 </w:t>
      </w:r>
      <w:r w:rsidR="00C05F44" w:rsidRPr="00934AA5">
        <w:rPr>
          <w:rFonts w:ascii="Corbel" w:hAnsi="Corbel"/>
          <w:sz w:val="24"/>
          <w:szCs w:val="24"/>
        </w:rPr>
        <w:t>Cele przedmiotu</w:t>
      </w:r>
    </w:p>
    <w:p w14:paraId="25C948AC" w14:textId="77777777" w:rsidR="00F83B28" w:rsidRPr="00934A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34AA5" w14:paraId="2E8919A4" w14:textId="77777777" w:rsidTr="00923D7D">
        <w:tc>
          <w:tcPr>
            <w:tcW w:w="851" w:type="dxa"/>
            <w:vAlign w:val="center"/>
          </w:tcPr>
          <w:p w14:paraId="35F5ADE0" w14:textId="77777777" w:rsidR="0085747A" w:rsidRPr="00934A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1C377A" w14:textId="77777777" w:rsidR="0085747A" w:rsidRPr="00934AA5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Student powinien zapoznać się z materiałem normatywnym z zakresu indywidualnego </w:t>
            </w:r>
            <w:r w:rsidRPr="00934AA5">
              <w:rPr>
                <w:rFonts w:ascii="Corbel" w:eastAsia="Cambria" w:hAnsi="Corbel"/>
                <w:sz w:val="24"/>
                <w:szCs w:val="24"/>
              </w:rPr>
              <w:br/>
              <w:t>i zbiorowego prawa pracy oraz ubezpieczeń społecznych.</w:t>
            </w:r>
          </w:p>
        </w:tc>
      </w:tr>
      <w:tr w:rsidR="0085747A" w:rsidRPr="00934AA5" w14:paraId="376B1BDF" w14:textId="77777777" w:rsidTr="00923D7D">
        <w:tc>
          <w:tcPr>
            <w:tcW w:w="851" w:type="dxa"/>
            <w:vAlign w:val="center"/>
          </w:tcPr>
          <w:p w14:paraId="5CA965A5" w14:textId="77777777" w:rsidR="0085747A" w:rsidRPr="00934AA5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AD4634" w14:textId="77777777" w:rsidR="0085747A" w:rsidRPr="00934AA5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prawa.</w:t>
            </w:r>
          </w:p>
        </w:tc>
      </w:tr>
      <w:tr w:rsidR="0085747A" w:rsidRPr="00934AA5" w14:paraId="5865E9FD" w14:textId="77777777" w:rsidTr="00923D7D">
        <w:tc>
          <w:tcPr>
            <w:tcW w:w="851" w:type="dxa"/>
            <w:vAlign w:val="center"/>
          </w:tcPr>
          <w:p w14:paraId="231911D4" w14:textId="77777777" w:rsidR="0085747A" w:rsidRPr="00934A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 w:rsidRPr="00934A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CDC75D" w14:textId="77777777" w:rsidR="0085747A" w:rsidRPr="00934AA5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Student powinien uzyskać wstępne i podstawowe umiejętności  samodzielnego rozwiązywania problemów z zakresu prawa pracy i ubezpieczeń społecznych.</w:t>
            </w:r>
          </w:p>
        </w:tc>
      </w:tr>
    </w:tbl>
    <w:p w14:paraId="58CE7962" w14:textId="77777777"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1382B7" w14:textId="77777777" w:rsidR="001D7B54" w:rsidRPr="00934AA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 xml:space="preserve">3.2 </w:t>
      </w:r>
      <w:r w:rsidR="001D7B54" w:rsidRPr="00934AA5">
        <w:rPr>
          <w:rFonts w:ascii="Corbel" w:hAnsi="Corbel"/>
          <w:b/>
          <w:sz w:val="24"/>
          <w:szCs w:val="24"/>
        </w:rPr>
        <w:t xml:space="preserve">Efekty </w:t>
      </w:r>
      <w:r w:rsidR="00C05F44" w:rsidRPr="00934A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4AA5">
        <w:rPr>
          <w:rFonts w:ascii="Corbel" w:hAnsi="Corbel"/>
          <w:b/>
          <w:sz w:val="24"/>
          <w:szCs w:val="24"/>
        </w:rPr>
        <w:t>dla przedmiotu</w:t>
      </w:r>
      <w:r w:rsidR="00445970" w:rsidRPr="00934AA5">
        <w:rPr>
          <w:rFonts w:ascii="Corbel" w:hAnsi="Corbel"/>
          <w:sz w:val="24"/>
          <w:szCs w:val="24"/>
        </w:rPr>
        <w:t xml:space="preserve"> </w:t>
      </w:r>
    </w:p>
    <w:p w14:paraId="7B8A5F59" w14:textId="77777777" w:rsidR="001D7B54" w:rsidRPr="00934A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71685" w:rsidRPr="00934AA5" w14:paraId="1162B912" w14:textId="77777777" w:rsidTr="001A63DE">
        <w:tc>
          <w:tcPr>
            <w:tcW w:w="1701" w:type="dxa"/>
            <w:vAlign w:val="center"/>
          </w:tcPr>
          <w:p w14:paraId="0678D45E" w14:textId="77777777"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>EK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477D783" w14:textId="77777777"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493B3B9" w14:textId="77777777"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AA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685" w:rsidRPr="00934AA5" w14:paraId="1D6B3143" w14:textId="77777777" w:rsidTr="001A63DE">
        <w:tc>
          <w:tcPr>
            <w:tcW w:w="1701" w:type="dxa"/>
          </w:tcPr>
          <w:p w14:paraId="13629A7E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CD9B08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73" w:type="dxa"/>
          </w:tcPr>
          <w:p w14:paraId="12C151C8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</w:tc>
      </w:tr>
      <w:tr w:rsidR="00E71685" w:rsidRPr="00934AA5" w14:paraId="776F6645" w14:textId="77777777" w:rsidTr="001A63DE">
        <w:tc>
          <w:tcPr>
            <w:tcW w:w="1701" w:type="dxa"/>
          </w:tcPr>
          <w:p w14:paraId="344D9562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68935D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73" w:type="dxa"/>
          </w:tcPr>
          <w:p w14:paraId="09EA2A8F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E71685" w:rsidRPr="00934AA5" w14:paraId="4B454DB5" w14:textId="77777777" w:rsidTr="001A63DE">
        <w:tc>
          <w:tcPr>
            <w:tcW w:w="1701" w:type="dxa"/>
          </w:tcPr>
          <w:p w14:paraId="07B3595C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677CE4E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73" w:type="dxa"/>
          </w:tcPr>
          <w:p w14:paraId="3D323C6F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E71685" w:rsidRPr="00934AA5" w14:paraId="68AB604A" w14:textId="77777777" w:rsidTr="001A63DE">
        <w:tc>
          <w:tcPr>
            <w:tcW w:w="1701" w:type="dxa"/>
          </w:tcPr>
          <w:p w14:paraId="3CC2FB5C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F31D3C3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o pracę</w:t>
            </w:r>
          </w:p>
        </w:tc>
        <w:tc>
          <w:tcPr>
            <w:tcW w:w="1873" w:type="dxa"/>
          </w:tcPr>
          <w:p w14:paraId="5595A36D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E71685" w:rsidRPr="00934AA5" w14:paraId="33557C85" w14:textId="77777777" w:rsidTr="001A63DE">
        <w:tc>
          <w:tcPr>
            <w:tcW w:w="1701" w:type="dxa"/>
          </w:tcPr>
          <w:p w14:paraId="1199F2F8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5A0ABFC7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96C0B29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73" w:type="dxa"/>
          </w:tcPr>
          <w:p w14:paraId="70F503E0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K_W12, K_W13</w:t>
            </w:r>
          </w:p>
          <w:p w14:paraId="02A29C5E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31DF93C6" w14:textId="77777777" w:rsidTr="001A63DE">
        <w:tc>
          <w:tcPr>
            <w:tcW w:w="1701" w:type="dxa"/>
          </w:tcPr>
          <w:p w14:paraId="7196C0E6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F732C71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73" w:type="dxa"/>
          </w:tcPr>
          <w:p w14:paraId="407CD2AD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0FAB18B5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0E32FA0A" w14:textId="77777777" w:rsidTr="001A63DE">
        <w:tc>
          <w:tcPr>
            <w:tcW w:w="1701" w:type="dxa"/>
          </w:tcPr>
          <w:p w14:paraId="6934D95C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B8394BC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73" w:type="dxa"/>
          </w:tcPr>
          <w:p w14:paraId="71EDC2DD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9599EEE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17C84CA5" w14:textId="77777777" w:rsidTr="001A63DE">
        <w:tc>
          <w:tcPr>
            <w:tcW w:w="1701" w:type="dxa"/>
          </w:tcPr>
          <w:p w14:paraId="54AF027C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8FF395E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73" w:type="dxa"/>
          </w:tcPr>
          <w:p w14:paraId="5248C1AF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4C3B3E0D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3150527E" w14:textId="77777777" w:rsidTr="001A63DE">
        <w:tc>
          <w:tcPr>
            <w:tcW w:w="1701" w:type="dxa"/>
          </w:tcPr>
          <w:p w14:paraId="7A311A33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8C70293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73" w:type="dxa"/>
          </w:tcPr>
          <w:p w14:paraId="15BA988C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327AEFDA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25392427" w14:textId="77777777" w:rsidTr="001A63DE">
        <w:tc>
          <w:tcPr>
            <w:tcW w:w="1701" w:type="dxa"/>
          </w:tcPr>
          <w:p w14:paraId="71796C82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A44B508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73" w:type="dxa"/>
          </w:tcPr>
          <w:p w14:paraId="18E1CCD9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297C6B9D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644D4E31" w14:textId="77777777" w:rsidTr="001A63DE">
        <w:tc>
          <w:tcPr>
            <w:tcW w:w="1701" w:type="dxa"/>
          </w:tcPr>
          <w:p w14:paraId="1C2CB5E6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6096" w:type="dxa"/>
          </w:tcPr>
          <w:p w14:paraId="7A4B0833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73" w:type="dxa"/>
          </w:tcPr>
          <w:p w14:paraId="2B868FF4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E71685" w:rsidRPr="00934AA5" w14:paraId="1CBE830A" w14:textId="77777777" w:rsidTr="001A63DE">
        <w:tc>
          <w:tcPr>
            <w:tcW w:w="1701" w:type="dxa"/>
          </w:tcPr>
          <w:p w14:paraId="04BDA3BE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6096" w:type="dxa"/>
          </w:tcPr>
          <w:p w14:paraId="7A3F5FC0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73" w:type="dxa"/>
          </w:tcPr>
          <w:p w14:paraId="6C493DA3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50CE7DD7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699DCFF1" w14:textId="77777777" w:rsidTr="001A63DE">
        <w:tc>
          <w:tcPr>
            <w:tcW w:w="1701" w:type="dxa"/>
          </w:tcPr>
          <w:p w14:paraId="53B5D99E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026A6B14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73" w:type="dxa"/>
          </w:tcPr>
          <w:p w14:paraId="479A883A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0E68E820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E71685" w:rsidRPr="00934AA5" w14:paraId="4F733709" w14:textId="77777777" w:rsidTr="001A63DE">
        <w:tc>
          <w:tcPr>
            <w:tcW w:w="1701" w:type="dxa"/>
          </w:tcPr>
          <w:p w14:paraId="663F32DB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218EE163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73" w:type="dxa"/>
          </w:tcPr>
          <w:p w14:paraId="0169670A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43A29677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511D862D" w14:textId="77777777" w:rsidTr="001A63DE">
        <w:tc>
          <w:tcPr>
            <w:tcW w:w="1701" w:type="dxa"/>
          </w:tcPr>
          <w:p w14:paraId="1213377A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064409AF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Rozwiązuje samodzielnie podstawowe problemy prawne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 xml:space="preserve">w oparciu o przyswojoną wiedzę i zdobyte umiejętności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w zakresie analizy omówionych regulacji prawnych</w:t>
            </w:r>
          </w:p>
        </w:tc>
        <w:tc>
          <w:tcPr>
            <w:tcW w:w="1873" w:type="dxa"/>
          </w:tcPr>
          <w:p w14:paraId="7B342130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K_U04, </w:t>
            </w:r>
          </w:p>
          <w:p w14:paraId="19EA2B7F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K_U06, </w:t>
            </w:r>
          </w:p>
          <w:p w14:paraId="479360C2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K_U12, </w:t>
            </w:r>
          </w:p>
          <w:p w14:paraId="7BF3C019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K_U13, K_U15</w:t>
            </w:r>
          </w:p>
        </w:tc>
      </w:tr>
      <w:tr w:rsidR="00E71685" w:rsidRPr="00934AA5" w14:paraId="13B01E22" w14:textId="77777777" w:rsidTr="001A63DE">
        <w:tc>
          <w:tcPr>
            <w:tcW w:w="1701" w:type="dxa"/>
          </w:tcPr>
          <w:p w14:paraId="74B1595E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52BE5000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73" w:type="dxa"/>
          </w:tcPr>
          <w:p w14:paraId="6A0FFCB8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025F0E31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2CF0B1AD" w14:textId="77777777" w:rsidTr="001A63DE">
        <w:tc>
          <w:tcPr>
            <w:tcW w:w="1701" w:type="dxa"/>
          </w:tcPr>
          <w:p w14:paraId="6680B7E6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731BD036" w14:textId="77777777" w:rsidR="00E71685" w:rsidRPr="00934AA5" w:rsidRDefault="00E71685" w:rsidP="00934A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zmienności norm prawa pracy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 xml:space="preserve"> i ubezpieczeń społecznych , która prowadzi do ciągłego uzupełniania i doskonalenia zarówno wiedzy jak i umiejętności w tym zakresie</w:t>
            </w:r>
          </w:p>
        </w:tc>
        <w:tc>
          <w:tcPr>
            <w:tcW w:w="1873" w:type="dxa"/>
          </w:tcPr>
          <w:p w14:paraId="0D0FA9C5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E71685" w:rsidRPr="00934AA5" w14:paraId="37D82D5B" w14:textId="77777777" w:rsidTr="001A63DE">
        <w:tc>
          <w:tcPr>
            <w:tcW w:w="1701" w:type="dxa"/>
          </w:tcPr>
          <w:p w14:paraId="28DCFBC9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14:paraId="40B421DD" w14:textId="77777777" w:rsidR="00E71685" w:rsidRPr="00934AA5" w:rsidRDefault="00E71685" w:rsidP="00934A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społecznego znaczenia zawodu prawnika</w:t>
            </w:r>
          </w:p>
        </w:tc>
        <w:tc>
          <w:tcPr>
            <w:tcW w:w="1873" w:type="dxa"/>
          </w:tcPr>
          <w:p w14:paraId="5983FEF0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E71685" w:rsidRPr="00934AA5" w14:paraId="6464B67E" w14:textId="77777777" w:rsidTr="001A63DE">
        <w:tc>
          <w:tcPr>
            <w:tcW w:w="1701" w:type="dxa"/>
          </w:tcPr>
          <w:p w14:paraId="7B50D2AC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14:paraId="66AF0FC9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Posiada zdolność krytycznej oceny regulacji prawnych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z  punktu widzenia ich skuteczności w zakresie potrzeb stron stosunku pracy</w:t>
            </w:r>
          </w:p>
        </w:tc>
        <w:tc>
          <w:tcPr>
            <w:tcW w:w="1873" w:type="dxa"/>
          </w:tcPr>
          <w:p w14:paraId="64FD833C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K_K06, </w:t>
            </w:r>
          </w:p>
          <w:p w14:paraId="6CA0803E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02BE81D6" w14:textId="77777777" w:rsidTr="001A63DE">
        <w:tc>
          <w:tcPr>
            <w:tcW w:w="1701" w:type="dxa"/>
          </w:tcPr>
          <w:p w14:paraId="06B9F63D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14:paraId="27283C4E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Rozstrzyga i weryfikuje dylematy moralne towarzyszący wykonywaniu zawodów prawniczych</w:t>
            </w:r>
          </w:p>
        </w:tc>
        <w:tc>
          <w:tcPr>
            <w:tcW w:w="1873" w:type="dxa"/>
          </w:tcPr>
          <w:p w14:paraId="4D9E5460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K_K10</w:t>
            </w:r>
          </w:p>
          <w:p w14:paraId="4E17D11F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14FDE861" w14:textId="77777777" w:rsidTr="001A63DE">
        <w:tc>
          <w:tcPr>
            <w:tcW w:w="1701" w:type="dxa"/>
          </w:tcPr>
          <w:p w14:paraId="61878D9C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14:paraId="28509396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73" w:type="dxa"/>
          </w:tcPr>
          <w:p w14:paraId="363A99EA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  <w:p w14:paraId="012F773C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4E6D38A2" w14:textId="77777777" w:rsidTr="001A63DE">
        <w:tc>
          <w:tcPr>
            <w:tcW w:w="1701" w:type="dxa"/>
          </w:tcPr>
          <w:p w14:paraId="6BC891D3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6096" w:type="dxa"/>
          </w:tcPr>
          <w:p w14:paraId="088F4707" w14:textId="77777777"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934AA5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73" w:type="dxa"/>
          </w:tcPr>
          <w:p w14:paraId="7BA47AAE" w14:textId="77777777"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  <w:p w14:paraId="70036CAE" w14:textId="77777777"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14:paraId="59125A57" w14:textId="77777777" w:rsidTr="001A63DE">
        <w:tc>
          <w:tcPr>
            <w:tcW w:w="1701" w:type="dxa"/>
          </w:tcPr>
          <w:p w14:paraId="4F228E92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</w:tcPr>
          <w:p w14:paraId="7BC44A35" w14:textId="77777777"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i krytycznie uzupełniać zdobytą wiedzę i nabyte umiejętności z zakresu prawa pracy </w:t>
            </w: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ubezpieczeń społecznych</w:t>
            </w:r>
          </w:p>
        </w:tc>
        <w:tc>
          <w:tcPr>
            <w:tcW w:w="1873" w:type="dxa"/>
          </w:tcPr>
          <w:p w14:paraId="345FC4EC" w14:textId="77777777"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14:paraId="302095D2" w14:textId="77777777" w:rsidR="00850352" w:rsidRPr="00934AA5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206770" w14:textId="77777777" w:rsidR="0085747A" w:rsidRPr="00934A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>3.3</w:t>
      </w:r>
      <w:r w:rsidR="001D7B54" w:rsidRPr="00934AA5">
        <w:rPr>
          <w:rFonts w:ascii="Corbel" w:hAnsi="Corbel"/>
          <w:b/>
          <w:sz w:val="24"/>
          <w:szCs w:val="24"/>
        </w:rPr>
        <w:t xml:space="preserve"> </w:t>
      </w:r>
      <w:r w:rsidR="0085747A" w:rsidRPr="00934AA5">
        <w:rPr>
          <w:rFonts w:ascii="Corbel" w:hAnsi="Corbel"/>
          <w:b/>
          <w:sz w:val="24"/>
          <w:szCs w:val="24"/>
        </w:rPr>
        <w:t>T</w:t>
      </w:r>
      <w:r w:rsidR="001D7B54" w:rsidRPr="00934AA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34AA5">
        <w:rPr>
          <w:rFonts w:ascii="Corbel" w:hAnsi="Corbel"/>
          <w:sz w:val="24"/>
          <w:szCs w:val="24"/>
        </w:rPr>
        <w:t xml:space="preserve">  </w:t>
      </w:r>
    </w:p>
    <w:p w14:paraId="0F2D1ED7" w14:textId="77777777" w:rsidR="00E71685" w:rsidRPr="00934AA5" w:rsidRDefault="00E7168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104C7FD" w14:textId="77777777" w:rsidR="0085747A" w:rsidRPr="00934AA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71685" w:rsidRPr="00934AA5" w14:paraId="254E29DC" w14:textId="77777777" w:rsidTr="00E71685">
        <w:tc>
          <w:tcPr>
            <w:tcW w:w="9639" w:type="dxa"/>
          </w:tcPr>
          <w:p w14:paraId="3F79235B" w14:textId="77777777" w:rsidR="00E71685" w:rsidRPr="00934AA5" w:rsidRDefault="00E71685" w:rsidP="00E71685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E71685" w:rsidRPr="00934AA5" w14:paraId="5A4AAD1C" w14:textId="77777777" w:rsidTr="00E71685">
        <w:tc>
          <w:tcPr>
            <w:tcW w:w="9639" w:type="dxa"/>
          </w:tcPr>
          <w:p w14:paraId="42A8A18E" w14:textId="77777777" w:rsidR="00E71685" w:rsidRPr="00934AA5" w:rsidRDefault="00E71685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</w:tr>
      <w:tr w:rsidR="00E71685" w:rsidRPr="00934AA5" w14:paraId="139D7C07" w14:textId="77777777" w:rsidTr="00E71685">
        <w:tc>
          <w:tcPr>
            <w:tcW w:w="9639" w:type="dxa"/>
          </w:tcPr>
          <w:p w14:paraId="7DDFF3EB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E71685" w:rsidRPr="00934AA5" w14:paraId="2C4544E2" w14:textId="77777777" w:rsidTr="00E71685">
        <w:tc>
          <w:tcPr>
            <w:tcW w:w="9639" w:type="dxa"/>
          </w:tcPr>
          <w:p w14:paraId="1BABE38C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</w:tr>
      <w:tr w:rsidR="00E71685" w:rsidRPr="00934AA5" w14:paraId="07A57F5F" w14:textId="77777777" w:rsidTr="00E71685">
        <w:tc>
          <w:tcPr>
            <w:tcW w:w="9639" w:type="dxa"/>
          </w:tcPr>
          <w:p w14:paraId="78704F77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</w:tr>
      <w:tr w:rsidR="00E71685" w:rsidRPr="00934AA5" w14:paraId="631551FF" w14:textId="77777777" w:rsidTr="00E71685">
        <w:tc>
          <w:tcPr>
            <w:tcW w:w="9639" w:type="dxa"/>
          </w:tcPr>
          <w:p w14:paraId="73140BCB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</w:tr>
      <w:tr w:rsidR="00E71685" w:rsidRPr="00934AA5" w14:paraId="0A55EED2" w14:textId="77777777" w:rsidTr="00E71685">
        <w:tc>
          <w:tcPr>
            <w:tcW w:w="9639" w:type="dxa"/>
          </w:tcPr>
          <w:p w14:paraId="43F7892A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E71685" w:rsidRPr="00934AA5" w14:paraId="2A18DE9E" w14:textId="77777777" w:rsidTr="00E71685">
        <w:tc>
          <w:tcPr>
            <w:tcW w:w="9639" w:type="dxa"/>
          </w:tcPr>
          <w:p w14:paraId="1DB7AA9C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E71685" w:rsidRPr="00934AA5" w14:paraId="6ADD7C5A" w14:textId="77777777" w:rsidTr="00E71685">
        <w:tc>
          <w:tcPr>
            <w:tcW w:w="9639" w:type="dxa"/>
          </w:tcPr>
          <w:p w14:paraId="172112DE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</w:tr>
      <w:tr w:rsidR="00E71685" w:rsidRPr="00934AA5" w14:paraId="51837E7E" w14:textId="77777777" w:rsidTr="00E71685">
        <w:tc>
          <w:tcPr>
            <w:tcW w:w="9639" w:type="dxa"/>
          </w:tcPr>
          <w:p w14:paraId="4DF88141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="00E71685" w:rsidRPr="00934AA5" w14:paraId="426C0D4D" w14:textId="77777777" w:rsidTr="00E71685">
        <w:tc>
          <w:tcPr>
            <w:tcW w:w="9639" w:type="dxa"/>
          </w:tcPr>
          <w:p w14:paraId="3C98867C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Czas pracy. </w:t>
            </w:r>
          </w:p>
        </w:tc>
      </w:tr>
      <w:tr w:rsidR="00E71685" w:rsidRPr="00934AA5" w14:paraId="3131C8D9" w14:textId="77777777" w:rsidTr="00E71685">
        <w:tc>
          <w:tcPr>
            <w:tcW w:w="9639" w:type="dxa"/>
          </w:tcPr>
          <w:p w14:paraId="46471D09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E71685" w:rsidRPr="00934AA5" w14:paraId="4D683C45" w14:textId="77777777" w:rsidTr="00E71685">
        <w:tc>
          <w:tcPr>
            <w:tcW w:w="9639" w:type="dxa"/>
          </w:tcPr>
          <w:p w14:paraId="5DF2F9DB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</w:tr>
      <w:tr w:rsidR="00E71685" w:rsidRPr="00934AA5" w14:paraId="64ED2A49" w14:textId="77777777" w:rsidTr="00E71685">
        <w:tc>
          <w:tcPr>
            <w:tcW w:w="9639" w:type="dxa"/>
          </w:tcPr>
          <w:p w14:paraId="32DD0A9E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</w:tr>
      <w:tr w:rsidR="00E71685" w:rsidRPr="00934AA5" w14:paraId="561AAEB3" w14:textId="77777777" w:rsidTr="00E71685">
        <w:tc>
          <w:tcPr>
            <w:tcW w:w="9639" w:type="dxa"/>
          </w:tcPr>
          <w:p w14:paraId="797C1905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Podstawowe zagadnienia z zakresu zbiorowego prawa pracy: </w:t>
            </w:r>
          </w:p>
          <w:p w14:paraId="28D8C13D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-układy zbiorowe pracy, </w:t>
            </w:r>
          </w:p>
          <w:p w14:paraId="1E7A14B5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-sposoby rozwiązywania sporów zbiorowych,</w:t>
            </w:r>
          </w:p>
          <w:p w14:paraId="4C792B89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-pojęcie, tryb, tworzenie i uprawnienia organizacji związkowych,</w:t>
            </w:r>
          </w:p>
          <w:p w14:paraId="5F88010E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-pojęcie, tryb, tworzenie i uprawnienia organizacji pracodawców,</w:t>
            </w:r>
          </w:p>
          <w:p w14:paraId="7F9D7190" w14:textId="77777777" w:rsidR="00E71685" w:rsidRPr="00934AA5" w:rsidRDefault="00E71685" w:rsidP="009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-partycypacja pracownicza.   </w:t>
            </w:r>
          </w:p>
        </w:tc>
      </w:tr>
      <w:tr w:rsidR="00E71685" w:rsidRPr="00934AA5" w14:paraId="211F1C0F" w14:textId="77777777" w:rsidTr="00E71685">
        <w:tc>
          <w:tcPr>
            <w:tcW w:w="9639" w:type="dxa"/>
          </w:tcPr>
          <w:p w14:paraId="58ACFFF0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Podstawowe zagadnienia z zakresu ubezpieczeń społecznych:</w:t>
            </w:r>
          </w:p>
          <w:p w14:paraId="7FE37E23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-system zabezpieczenia społecznego,</w:t>
            </w:r>
          </w:p>
          <w:p w14:paraId="556B10C1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emerytalne,</w:t>
            </w:r>
          </w:p>
          <w:p w14:paraId="076EA8B0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rentowe,</w:t>
            </w:r>
          </w:p>
          <w:p w14:paraId="3B4A22FB" w14:textId="77777777"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z ubezpieczenia chorobowego i macierzyńskiego,</w:t>
            </w:r>
          </w:p>
          <w:p w14:paraId="262CD61F" w14:textId="77777777" w:rsidR="00E71685" w:rsidRPr="00934AA5" w:rsidRDefault="00E71685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z tytułu wypadków przy pracy i chorób zawodowych.</w:t>
            </w:r>
          </w:p>
        </w:tc>
      </w:tr>
    </w:tbl>
    <w:p w14:paraId="41843926" w14:textId="77777777" w:rsidR="001B59B6" w:rsidRPr="00934AA5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914E82" w14:textId="77777777" w:rsidR="0085747A" w:rsidRPr="00934AA5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Problematyka ćwiczeń audytoryjnych </w:t>
      </w:r>
    </w:p>
    <w:p w14:paraId="497D93B0" w14:textId="77777777" w:rsidR="00CD6978" w:rsidRPr="00934AA5" w:rsidRDefault="00CD6978" w:rsidP="00CD697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71685" w:rsidRPr="00934AA5" w14:paraId="61A95C55" w14:textId="77777777" w:rsidTr="00E71685">
        <w:tc>
          <w:tcPr>
            <w:tcW w:w="9639" w:type="dxa"/>
          </w:tcPr>
          <w:p w14:paraId="7197A532" w14:textId="77777777" w:rsidR="00E71685" w:rsidRPr="00934AA5" w:rsidRDefault="00E71685" w:rsidP="00E716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E71685" w:rsidRPr="00934AA5" w14:paraId="1E5D3353" w14:textId="77777777" w:rsidTr="00E71685">
        <w:tc>
          <w:tcPr>
            <w:tcW w:w="9639" w:type="dxa"/>
          </w:tcPr>
          <w:p w14:paraId="39481BBF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Podstawy nawiązania stosunku pracy</w:t>
            </w:r>
          </w:p>
        </w:tc>
      </w:tr>
      <w:tr w:rsidR="00E71685" w:rsidRPr="00934AA5" w14:paraId="61EDACEB" w14:textId="77777777" w:rsidTr="00E71685">
        <w:tc>
          <w:tcPr>
            <w:tcW w:w="9639" w:type="dxa"/>
          </w:tcPr>
          <w:p w14:paraId="7886AED2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Modyfikacja, rozwiązanie i wygaśnięcie stosunku pracy</w:t>
            </w:r>
          </w:p>
        </w:tc>
      </w:tr>
      <w:tr w:rsidR="00E71685" w:rsidRPr="00934AA5" w14:paraId="67F6D586" w14:textId="77777777" w:rsidTr="00E71685">
        <w:tc>
          <w:tcPr>
            <w:tcW w:w="9639" w:type="dxa"/>
          </w:tcPr>
          <w:p w14:paraId="760F8C4F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ochronny pracowników:</w:t>
            </w:r>
          </w:p>
          <w:p w14:paraId="4D86A3D7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czas pracy,</w:t>
            </w:r>
          </w:p>
          <w:p w14:paraId="414853BC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- urlopy pracownicze, </w:t>
            </w:r>
          </w:p>
          <w:p w14:paraId="0EC12AF7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ochrona związana z rodzicielstwem.</w:t>
            </w:r>
          </w:p>
          <w:p w14:paraId="239A0D24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ochrona młodocianych.</w:t>
            </w:r>
          </w:p>
        </w:tc>
      </w:tr>
      <w:tr w:rsidR="00E71685" w:rsidRPr="00934AA5" w14:paraId="77321C2E" w14:textId="77777777" w:rsidTr="00E71685">
        <w:tc>
          <w:tcPr>
            <w:tcW w:w="9639" w:type="dxa"/>
          </w:tcPr>
          <w:p w14:paraId="036A5F68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z zakresu zbiorowego prawa pracy :</w:t>
            </w:r>
          </w:p>
          <w:p w14:paraId="22DAD793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związki zawodowe,</w:t>
            </w:r>
          </w:p>
          <w:p w14:paraId="408CDE1F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rozwiązywanie sporów zbiorowych.</w:t>
            </w:r>
          </w:p>
        </w:tc>
      </w:tr>
      <w:tr w:rsidR="00E71685" w:rsidRPr="00934AA5" w14:paraId="16F45BE8" w14:textId="77777777" w:rsidTr="00E71685">
        <w:tc>
          <w:tcPr>
            <w:tcW w:w="9639" w:type="dxa"/>
          </w:tcPr>
          <w:p w14:paraId="58701781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z zakresu zabezpieczenia społecznego :</w:t>
            </w:r>
          </w:p>
          <w:p w14:paraId="5F42A75F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świadczenia emerytalno-rentowe,</w:t>
            </w:r>
          </w:p>
          <w:p w14:paraId="1B1BDCDA" w14:textId="77777777"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świadczenia z tytułu choroby i macierzyństwa.</w:t>
            </w:r>
          </w:p>
        </w:tc>
      </w:tr>
    </w:tbl>
    <w:p w14:paraId="37769C6A" w14:textId="77777777" w:rsidR="00D92A42" w:rsidRPr="00934AA5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5B4CC6" w14:textId="77777777" w:rsidR="0085747A" w:rsidRPr="00934AA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>3.4 Metody dydaktyczne</w:t>
      </w:r>
      <w:r w:rsidRPr="00934AA5">
        <w:rPr>
          <w:rFonts w:ascii="Corbel" w:hAnsi="Corbel"/>
          <w:b w:val="0"/>
          <w:smallCaps w:val="0"/>
          <w:szCs w:val="24"/>
        </w:rPr>
        <w:t xml:space="preserve"> </w:t>
      </w:r>
    </w:p>
    <w:p w14:paraId="359D1F99" w14:textId="77777777"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1F7FD" w14:textId="77777777" w:rsidR="00AE3520" w:rsidRPr="00934AA5" w:rsidRDefault="00AE3520" w:rsidP="00AE352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934AA5">
        <w:rPr>
          <w:rFonts w:ascii="Corbel" w:eastAsia="Cambria" w:hAnsi="Corbel"/>
          <w:sz w:val="24"/>
          <w:szCs w:val="24"/>
        </w:rPr>
        <w:t>Wykład konwersatoryjny, dyskusja, debata, rozwiązywanie kazusów, sporządzanie pism procesowych</w:t>
      </w:r>
      <w:r w:rsidR="002414AF" w:rsidRPr="00934AA5">
        <w:rPr>
          <w:rFonts w:ascii="Corbel" w:eastAsia="Cambria" w:hAnsi="Corbel"/>
          <w:sz w:val="24"/>
          <w:szCs w:val="24"/>
        </w:rPr>
        <w:t>, metody kształcenia na odległość.</w:t>
      </w:r>
    </w:p>
    <w:p w14:paraId="7D2382B8" w14:textId="77777777" w:rsidR="00850352" w:rsidRPr="00934AA5" w:rsidRDefault="0085035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AB691" w14:textId="77777777"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AA5">
        <w:rPr>
          <w:rFonts w:ascii="Corbel" w:hAnsi="Corbel"/>
          <w:b w:val="0"/>
          <w:smallCaps w:val="0"/>
          <w:szCs w:val="24"/>
        </w:rPr>
        <w:t>Ćwiczenia: analiza przepisów prawnych z zakresu omawianej tematyki, rozwiązywanie kazusów, dyskusja, metody kształcenia na odległość.</w:t>
      </w:r>
    </w:p>
    <w:p w14:paraId="711ABDE7" w14:textId="77777777"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42FF8" w14:textId="77777777" w:rsidR="00E21E7D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34AA5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34AA5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34AA5">
        <w:rPr>
          <w:rFonts w:ascii="Corbel" w:hAnsi="Corbel"/>
          <w:sz w:val="20"/>
          <w:szCs w:val="20"/>
        </w:rPr>
        <w:t>.:</w:t>
      </w:r>
      <w:r w:rsidR="00923D7D" w:rsidRPr="00934AA5">
        <w:rPr>
          <w:rFonts w:ascii="Corbel" w:hAnsi="Corbel"/>
          <w:sz w:val="20"/>
          <w:szCs w:val="20"/>
        </w:rPr>
        <w:t xml:space="preserve"> </w:t>
      </w:r>
    </w:p>
    <w:p w14:paraId="17E10A0C" w14:textId="77777777" w:rsidR="00153C41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z w:val="20"/>
          <w:szCs w:val="20"/>
        </w:rPr>
        <w:t xml:space="preserve"> </w:t>
      </w:r>
      <w:r w:rsidRPr="00934AA5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34AA5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F4B36BE" w14:textId="77777777" w:rsidR="00153C41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37FDC54" w14:textId="77777777" w:rsidR="0085747A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348365" w14:textId="77777777" w:rsidR="00E960BB" w:rsidRPr="00934A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A17D59" w14:textId="77777777" w:rsidR="0085747A" w:rsidRPr="00934AA5" w:rsidRDefault="00934A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34AA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4AA5">
        <w:rPr>
          <w:rFonts w:ascii="Corbel" w:hAnsi="Corbel"/>
          <w:smallCaps w:val="0"/>
          <w:szCs w:val="24"/>
        </w:rPr>
        <w:t>METODY I KRYTERIA OCENY</w:t>
      </w:r>
      <w:r w:rsidR="009F4610" w:rsidRPr="00934AA5">
        <w:rPr>
          <w:rFonts w:ascii="Corbel" w:hAnsi="Corbel"/>
          <w:smallCaps w:val="0"/>
          <w:szCs w:val="24"/>
        </w:rPr>
        <w:t xml:space="preserve"> </w:t>
      </w:r>
    </w:p>
    <w:p w14:paraId="6652C05B" w14:textId="77777777" w:rsidR="00923D7D" w:rsidRPr="00934A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AA5B2C" w14:textId="77777777" w:rsidR="0085747A" w:rsidRPr="00934A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4AA5">
        <w:rPr>
          <w:rFonts w:ascii="Corbel" w:hAnsi="Corbel"/>
          <w:smallCaps w:val="0"/>
          <w:szCs w:val="24"/>
        </w:rPr>
        <w:t>uczenia się</w:t>
      </w:r>
    </w:p>
    <w:p w14:paraId="157860FB" w14:textId="77777777"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71685" w:rsidRPr="00934AA5" w14:paraId="6974CB05" w14:textId="77777777" w:rsidTr="001A63DE">
        <w:tc>
          <w:tcPr>
            <w:tcW w:w="1985" w:type="dxa"/>
            <w:vAlign w:val="center"/>
          </w:tcPr>
          <w:p w14:paraId="462D474A" w14:textId="77777777"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14AE02" w14:textId="77777777"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7E64718B" w14:textId="77777777"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4D422" w14:textId="77777777"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2B1942" w14:textId="77777777"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685" w:rsidRPr="00934AA5" w14:paraId="62CF03F3" w14:textId="77777777" w:rsidTr="001A63DE">
        <w:tc>
          <w:tcPr>
            <w:tcW w:w="1985" w:type="dxa"/>
          </w:tcPr>
          <w:p w14:paraId="409D7B0C" w14:textId="77777777"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34AA5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14:paraId="74865B57" w14:textId="77777777"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egzamin, pisemne sprawdzenie wiedzy</w:t>
            </w:r>
          </w:p>
        </w:tc>
        <w:tc>
          <w:tcPr>
            <w:tcW w:w="2126" w:type="dxa"/>
          </w:tcPr>
          <w:p w14:paraId="616B0C98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14:paraId="2CC54B5C" w14:textId="77777777" w:rsidTr="001A63DE">
        <w:tc>
          <w:tcPr>
            <w:tcW w:w="1985" w:type="dxa"/>
          </w:tcPr>
          <w:p w14:paraId="3AD76E39" w14:textId="77777777"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 14-15</w:t>
            </w:r>
          </w:p>
        </w:tc>
        <w:tc>
          <w:tcPr>
            <w:tcW w:w="5528" w:type="dxa"/>
          </w:tcPr>
          <w:p w14:paraId="75AC5E97" w14:textId="77777777"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rozwiązywanie kazusów</w:t>
            </w:r>
          </w:p>
        </w:tc>
        <w:tc>
          <w:tcPr>
            <w:tcW w:w="2126" w:type="dxa"/>
          </w:tcPr>
          <w:p w14:paraId="70B5B78C" w14:textId="77777777" w:rsidR="00934AA5" w:rsidRDefault="00934AA5" w:rsidP="00934AA5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  <w:p w14:paraId="064F56E5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14:paraId="3EF4201B" w14:textId="77777777" w:rsidTr="001A63DE">
        <w:tc>
          <w:tcPr>
            <w:tcW w:w="1985" w:type="dxa"/>
          </w:tcPr>
          <w:p w14:paraId="27E8DCCB" w14:textId="77777777"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2B6B1F74" w14:textId="77777777"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egzamin, pisemne sprawdzenie wiedzy, dyskusja, obserwacja w trakcie zajęć</w:t>
            </w:r>
          </w:p>
        </w:tc>
        <w:tc>
          <w:tcPr>
            <w:tcW w:w="2126" w:type="dxa"/>
          </w:tcPr>
          <w:p w14:paraId="47A27876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14:paraId="72E51A83" w14:textId="77777777" w:rsidTr="001A63DE">
        <w:tc>
          <w:tcPr>
            <w:tcW w:w="1985" w:type="dxa"/>
          </w:tcPr>
          <w:p w14:paraId="36809276" w14:textId="77777777"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EK_17-23</w:t>
            </w:r>
          </w:p>
        </w:tc>
        <w:tc>
          <w:tcPr>
            <w:tcW w:w="5528" w:type="dxa"/>
          </w:tcPr>
          <w:p w14:paraId="7D7F8CDC" w14:textId="77777777"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debata, dyskusja, obserwacja w trakcie zajęć</w:t>
            </w:r>
          </w:p>
        </w:tc>
        <w:tc>
          <w:tcPr>
            <w:tcW w:w="2126" w:type="dxa"/>
          </w:tcPr>
          <w:p w14:paraId="214BC584" w14:textId="77777777"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A371151" w14:textId="77777777" w:rsidR="00923D7D" w:rsidRPr="00934AA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048D7" w14:textId="77777777" w:rsidR="0085747A" w:rsidRPr="00934A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4.2 </w:t>
      </w:r>
      <w:r w:rsidR="0085747A" w:rsidRPr="00934AA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34AA5">
        <w:rPr>
          <w:rFonts w:ascii="Corbel" w:hAnsi="Corbel"/>
          <w:smallCaps w:val="0"/>
          <w:szCs w:val="24"/>
        </w:rPr>
        <w:t xml:space="preserve"> </w:t>
      </w:r>
    </w:p>
    <w:p w14:paraId="59170F9C" w14:textId="77777777" w:rsidR="00923D7D" w:rsidRPr="00934A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AA5" w14:paraId="0BEF6AC4" w14:textId="77777777" w:rsidTr="00923D7D">
        <w:tc>
          <w:tcPr>
            <w:tcW w:w="9670" w:type="dxa"/>
          </w:tcPr>
          <w:p w14:paraId="64BEB3A7" w14:textId="77777777" w:rsidR="00AE3520" w:rsidRPr="00934AA5" w:rsidRDefault="00AE3520" w:rsidP="00AE3520">
            <w:pPr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Egzamin : 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Test</w:t>
            </w:r>
            <w:r w:rsidR="000B63F3" w:rsidRPr="00934AA5">
              <w:rPr>
                <w:rFonts w:ascii="Corbel" w:hAnsi="Corbel"/>
                <w:sz w:val="24"/>
                <w:szCs w:val="24"/>
              </w:rPr>
              <w:t xml:space="preserve"> jednokrotnego wyboru, 25 pytań. Istnieje możliwość przystąpienia do egzaminu w formie ustnej za zgodą egzaminatora. </w:t>
            </w:r>
          </w:p>
          <w:p w14:paraId="02FF01A9" w14:textId="77777777" w:rsidR="0085747A" w:rsidRPr="00934AA5" w:rsidRDefault="00AE3520" w:rsidP="004E46CB">
            <w:pPr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7ADFA7C9" w14:textId="77777777"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4BEE5" w14:textId="77777777" w:rsidR="009F4610" w:rsidRPr="00934A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 xml:space="preserve">5. </w:t>
      </w:r>
      <w:r w:rsidR="00C61DC5" w:rsidRPr="00934A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8C560C" w14:textId="77777777"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34AA5" w14:paraId="3F599ED0" w14:textId="77777777" w:rsidTr="003E1941">
        <w:tc>
          <w:tcPr>
            <w:tcW w:w="4962" w:type="dxa"/>
            <w:vAlign w:val="center"/>
          </w:tcPr>
          <w:p w14:paraId="15CDD1C5" w14:textId="77777777" w:rsidR="0085747A" w:rsidRPr="00934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4A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4A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F52A04" w14:textId="77777777" w:rsidR="0085747A" w:rsidRPr="00934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4A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34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34A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4AA5" w14:paraId="02E8FB1B" w14:textId="77777777" w:rsidTr="00923D7D">
        <w:tc>
          <w:tcPr>
            <w:tcW w:w="4962" w:type="dxa"/>
          </w:tcPr>
          <w:p w14:paraId="6C2E76B7" w14:textId="77777777" w:rsidR="0085747A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G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4AA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4AA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z</w:t>
            </w:r>
            <w:r w:rsidR="00E71685" w:rsidRPr="00934AA5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4AA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8D2C90" w14:textId="77777777"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60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BF36150" w14:textId="77777777"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12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34AA5" w14:paraId="09FB8057" w14:textId="77777777" w:rsidTr="00923D7D">
        <w:tc>
          <w:tcPr>
            <w:tcW w:w="4962" w:type="dxa"/>
          </w:tcPr>
          <w:p w14:paraId="3EF5E166" w14:textId="77777777"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9D4CE6F" w14:textId="77777777"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4007AFF" w14:textId="77777777" w:rsidR="00C61DC5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517B8072" w14:textId="77777777"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934AA5" w14:paraId="5B1746D9" w14:textId="77777777" w:rsidTr="00923D7D">
        <w:tc>
          <w:tcPr>
            <w:tcW w:w="4962" w:type="dxa"/>
          </w:tcPr>
          <w:p w14:paraId="107744CD" w14:textId="77777777" w:rsidR="0071620A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9732FB" w14:textId="77777777"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8B9E1A" w14:textId="77777777" w:rsidR="00C61DC5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 w:rsid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>0 godz.</w:t>
            </w:r>
          </w:p>
          <w:p w14:paraId="783D19E4" w14:textId="77777777"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4E46CB" w:rsidRP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34AA5" w14:paraId="76ED11FD" w14:textId="77777777" w:rsidTr="00923D7D">
        <w:tc>
          <w:tcPr>
            <w:tcW w:w="4962" w:type="dxa"/>
          </w:tcPr>
          <w:p w14:paraId="2705D8F6" w14:textId="77777777" w:rsidR="0085747A" w:rsidRPr="00934AA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611EF3" w14:textId="77777777"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1</w:t>
            </w:r>
            <w:r w:rsidR="00934AA5">
              <w:rPr>
                <w:rFonts w:ascii="Corbel" w:hAnsi="Corbel"/>
                <w:sz w:val="24"/>
                <w:szCs w:val="24"/>
              </w:rPr>
              <w:t>7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34AA5" w14:paraId="6A739CF8" w14:textId="77777777" w:rsidTr="00923D7D">
        <w:tc>
          <w:tcPr>
            <w:tcW w:w="4962" w:type="dxa"/>
          </w:tcPr>
          <w:p w14:paraId="7FD7FC36" w14:textId="77777777" w:rsidR="0085747A" w:rsidRPr="00934AA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F393A3" w14:textId="77777777"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7 punktów</w:t>
            </w:r>
          </w:p>
        </w:tc>
      </w:tr>
    </w:tbl>
    <w:p w14:paraId="7059BE3E" w14:textId="77777777" w:rsidR="0085747A" w:rsidRPr="00934A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A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4A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E43CCC" w14:textId="77777777"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D23B7" w14:textId="77777777" w:rsidR="0085747A" w:rsidRPr="00934A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6. </w:t>
      </w:r>
      <w:r w:rsidR="0085747A" w:rsidRPr="00934AA5">
        <w:rPr>
          <w:rFonts w:ascii="Corbel" w:hAnsi="Corbel"/>
          <w:smallCaps w:val="0"/>
          <w:szCs w:val="24"/>
        </w:rPr>
        <w:t>PRAKTYKI ZAWODOWE W RAMACH PRZEDMIOTU</w:t>
      </w:r>
    </w:p>
    <w:p w14:paraId="455019DE" w14:textId="77777777"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34AA5" w14:paraId="39CE9B75" w14:textId="77777777" w:rsidTr="0071620A">
        <w:trPr>
          <w:trHeight w:val="397"/>
        </w:trPr>
        <w:tc>
          <w:tcPr>
            <w:tcW w:w="3544" w:type="dxa"/>
          </w:tcPr>
          <w:p w14:paraId="2CFD3330" w14:textId="77777777"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A1949A" w14:textId="77777777" w:rsidR="0085747A" w:rsidRPr="00934AA5" w:rsidRDefault="00934A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34AA5" w14:paraId="0FF1601B" w14:textId="77777777" w:rsidTr="0071620A">
        <w:trPr>
          <w:trHeight w:val="397"/>
        </w:trPr>
        <w:tc>
          <w:tcPr>
            <w:tcW w:w="3544" w:type="dxa"/>
          </w:tcPr>
          <w:p w14:paraId="462EA43B" w14:textId="77777777"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5F4547" w14:textId="77777777" w:rsidR="0085747A" w:rsidRPr="00934AA5" w:rsidRDefault="00934A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009ED6" w14:textId="77777777" w:rsidR="0085747A" w:rsidRPr="00934A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34AA5">
        <w:rPr>
          <w:rFonts w:ascii="Corbel" w:hAnsi="Corbel"/>
          <w:smallCaps w:val="0"/>
          <w:szCs w:val="24"/>
        </w:rPr>
        <w:t>LITERATURA</w:t>
      </w:r>
      <w:r w:rsidRPr="00934AA5">
        <w:rPr>
          <w:rFonts w:ascii="Corbel" w:hAnsi="Corbel"/>
          <w:smallCaps w:val="0"/>
          <w:szCs w:val="24"/>
        </w:rPr>
        <w:t xml:space="preserve"> </w:t>
      </w:r>
    </w:p>
    <w:p w14:paraId="44DA45F8" w14:textId="77777777" w:rsidR="00675843" w:rsidRPr="00934A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34AA5" w14:paraId="0D004C00" w14:textId="77777777" w:rsidTr="0071620A">
        <w:trPr>
          <w:trHeight w:val="397"/>
        </w:trPr>
        <w:tc>
          <w:tcPr>
            <w:tcW w:w="7513" w:type="dxa"/>
          </w:tcPr>
          <w:p w14:paraId="04BB06DA" w14:textId="77777777"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6027ED0" w14:textId="77777777"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78C7AC14" w14:textId="77777777"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1F217626" w14:textId="77777777"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BE6572" w14:textId="77777777"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046B7DB" w14:textId="77777777"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1408268D" w14:textId="77777777"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7BBA878" w14:textId="77777777"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14:paraId="153AD4BE" w14:textId="77777777" w:rsidR="004E46CB" w:rsidRPr="00934AA5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34AA5" w14:paraId="50A33FED" w14:textId="77777777" w:rsidTr="0071620A">
        <w:trPr>
          <w:trHeight w:val="397"/>
        </w:trPr>
        <w:tc>
          <w:tcPr>
            <w:tcW w:w="7513" w:type="dxa"/>
          </w:tcPr>
          <w:p w14:paraId="5F7060B5" w14:textId="77777777"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53AEF3F" w14:textId="77777777" w:rsidR="00850352" w:rsidRPr="00934AA5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0F92883" w14:textId="77777777"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219427B2" w14:textId="77777777"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-Jankowska „Pojęcie i konstrukcje prawne ubezpieczenia społecznego”</w:t>
            </w:r>
          </w:p>
          <w:p w14:paraId="4BC3A61D" w14:textId="77777777"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2BC88732" w14:textId="77777777"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14:paraId="46F748C7" w14:textId="77777777"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</w:t>
            </w:r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, Dominika </w:t>
            </w:r>
            <w:proofErr w:type="spellStart"/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Dorre</w:t>
            </w:r>
            <w:proofErr w:type="spellEnd"/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-Kolasa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(pod red.</w:t>
            </w:r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) „Prawo Pracy. Diagramy.”</w:t>
            </w:r>
          </w:p>
          <w:p w14:paraId="17AFDC4D" w14:textId="77777777" w:rsidR="00850352" w:rsidRPr="00934AA5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D84BA7" w14:textId="77777777"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B165F" w14:textId="77777777"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5DFAD" w14:textId="77777777" w:rsidR="0085747A" w:rsidRPr="00934A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4A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4AA5" w:rsidSect="00934AA5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22109" w14:textId="77777777" w:rsidR="00AD6B66" w:rsidRDefault="00AD6B66" w:rsidP="00C16ABF">
      <w:pPr>
        <w:spacing w:after="0" w:line="240" w:lineRule="auto"/>
      </w:pPr>
      <w:r>
        <w:separator/>
      </w:r>
    </w:p>
  </w:endnote>
  <w:endnote w:type="continuationSeparator" w:id="0">
    <w:p w14:paraId="0ED1070B" w14:textId="77777777" w:rsidR="00AD6B66" w:rsidRDefault="00AD6B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666C" w14:textId="77777777" w:rsidR="00AD6B66" w:rsidRDefault="00AD6B66" w:rsidP="00C16ABF">
      <w:pPr>
        <w:spacing w:after="0" w:line="240" w:lineRule="auto"/>
      </w:pPr>
      <w:r>
        <w:separator/>
      </w:r>
    </w:p>
  </w:footnote>
  <w:footnote w:type="continuationSeparator" w:id="0">
    <w:p w14:paraId="718C4DFE" w14:textId="77777777" w:rsidR="00AD6B66" w:rsidRDefault="00AD6B66" w:rsidP="00C16ABF">
      <w:pPr>
        <w:spacing w:after="0" w:line="240" w:lineRule="auto"/>
      </w:pPr>
      <w:r>
        <w:continuationSeparator/>
      </w:r>
    </w:p>
  </w:footnote>
  <w:footnote w:id="1">
    <w:p w14:paraId="0000FA46" w14:textId="77777777" w:rsidR="00E71685" w:rsidRDefault="00E71685" w:rsidP="00E716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273046">
    <w:abstractNumId w:val="0"/>
  </w:num>
  <w:num w:numId="2" w16cid:durableId="1913151499">
    <w:abstractNumId w:val="2"/>
  </w:num>
  <w:num w:numId="3" w16cid:durableId="9137100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80"/>
    <w:rsid w:val="000B192D"/>
    <w:rsid w:val="000B28EE"/>
    <w:rsid w:val="000B3E37"/>
    <w:rsid w:val="000B63F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9B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AF"/>
    <w:rsid w:val="00244ABC"/>
    <w:rsid w:val="00281FF2"/>
    <w:rsid w:val="002857DE"/>
    <w:rsid w:val="00291567"/>
    <w:rsid w:val="00294814"/>
    <w:rsid w:val="00295CC9"/>
    <w:rsid w:val="002A22BF"/>
    <w:rsid w:val="002A2389"/>
    <w:rsid w:val="002A29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7EC"/>
    <w:rsid w:val="003A0A5B"/>
    <w:rsid w:val="003A1176"/>
    <w:rsid w:val="003C016B"/>
    <w:rsid w:val="003C0BAE"/>
    <w:rsid w:val="003C48B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A01"/>
    <w:rsid w:val="004D4868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E41"/>
    <w:rsid w:val="005E6E85"/>
    <w:rsid w:val="005F31D2"/>
    <w:rsid w:val="0061029B"/>
    <w:rsid w:val="00617230"/>
    <w:rsid w:val="00620DB0"/>
    <w:rsid w:val="00621CE1"/>
    <w:rsid w:val="00627FC9"/>
    <w:rsid w:val="00640AD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D6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AA5"/>
    <w:rsid w:val="009508DF"/>
    <w:rsid w:val="00950DAC"/>
    <w:rsid w:val="00954A07"/>
    <w:rsid w:val="009810E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B6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05C"/>
    <w:rsid w:val="00CD6897"/>
    <w:rsid w:val="00CD697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D12E2"/>
    <w:rsid w:val="00DE09C0"/>
    <w:rsid w:val="00DE4A14"/>
    <w:rsid w:val="00DE7B2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8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B0C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B685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8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F1857-3AE2-4F5F-B3AE-09E559EC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1332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2021-03-25T10:24:00Z</dcterms:created>
  <dcterms:modified xsi:type="dcterms:W3CDTF">2023-12-04T10:25:00Z</dcterms:modified>
</cp:coreProperties>
</file>